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7CBB6" w14:textId="77777777" w:rsidR="00273C05" w:rsidRPr="001B7F71" w:rsidRDefault="007600CC" w:rsidP="007600CC">
      <w:pPr>
        <w:spacing w:after="0"/>
        <w:rPr>
          <w:rFonts w:asciiTheme="majorHAnsi" w:hAnsiTheme="majorHAnsi" w:cstheme="majorHAnsi"/>
          <w:i/>
          <w:iCs/>
        </w:rPr>
      </w:pPr>
      <w:r w:rsidRPr="001B7F71">
        <w:rPr>
          <w:rFonts w:asciiTheme="majorHAnsi" w:hAnsiTheme="majorHAnsi" w:cstheme="majorHAnsi"/>
          <w:b/>
          <w:bCs/>
          <w:i/>
          <w:iCs/>
        </w:rPr>
        <w:t>Dette er en rutineskabelon fra Nordisk Miljømærkning.</w:t>
      </w:r>
      <w:r w:rsidRPr="001B7F71">
        <w:rPr>
          <w:rFonts w:asciiTheme="majorHAnsi" w:hAnsiTheme="majorHAnsi" w:cstheme="majorHAnsi"/>
          <w:i/>
          <w:iCs/>
        </w:rPr>
        <w:t xml:space="preserve"> </w:t>
      </w:r>
    </w:p>
    <w:p w14:paraId="7730F445" w14:textId="5B00C5A3" w:rsidR="007600CC" w:rsidRPr="001B7F71" w:rsidRDefault="005F559C" w:rsidP="007600CC">
      <w:pPr>
        <w:spacing w:after="0"/>
        <w:rPr>
          <w:rFonts w:asciiTheme="majorHAnsi" w:hAnsiTheme="majorHAnsi" w:cstheme="majorHAnsi"/>
          <w:i/>
          <w:iCs/>
        </w:rPr>
      </w:pPr>
      <w:r w:rsidRPr="001B7F71">
        <w:rPr>
          <w:rFonts w:asciiTheme="majorHAnsi" w:hAnsiTheme="majorHAnsi" w:cstheme="majorHAnsi"/>
          <w:i/>
          <w:iCs/>
        </w:rPr>
        <w:t xml:space="preserve">Det er frivilligt at tilpasse teksten under overskriften </w:t>
      </w:r>
      <w:r w:rsidRPr="001B7F71">
        <w:rPr>
          <w:rFonts w:asciiTheme="majorHAnsi" w:hAnsiTheme="majorHAnsi" w:cstheme="majorHAnsi"/>
          <w:b/>
          <w:bCs/>
          <w:i/>
          <w:iCs/>
          <w:u w:val="single"/>
        </w:rPr>
        <w:t>”Beskrivelse”</w:t>
      </w:r>
      <w:r w:rsidR="00273C05" w:rsidRPr="001B7F71">
        <w:rPr>
          <w:rFonts w:asciiTheme="majorHAnsi" w:hAnsiTheme="majorHAnsi" w:cstheme="majorHAnsi"/>
          <w:i/>
          <w:iCs/>
        </w:rPr>
        <w:t xml:space="preserve">, </w:t>
      </w:r>
      <w:r w:rsidRPr="001B7F71">
        <w:rPr>
          <w:rFonts w:asciiTheme="majorHAnsi" w:hAnsiTheme="majorHAnsi" w:cstheme="majorHAnsi"/>
          <w:i/>
          <w:iCs/>
        </w:rPr>
        <w:t>så det letter arbejdet med at vedligeholde rutinen for den ansvarlige og opfylde</w:t>
      </w:r>
      <w:r w:rsidRPr="001B7F71">
        <w:rPr>
          <w:rStyle w:val="normaltextrun"/>
          <w:rFonts w:ascii="Calibri Light" w:hAnsi="Calibri Light" w:cs="Calibri Light"/>
          <w:i/>
          <w:iCs/>
          <w:color w:val="000000"/>
          <w:shd w:val="clear" w:color="auto" w:fill="FFFFFF"/>
        </w:rPr>
        <w:t xml:space="preserve"> </w:t>
      </w:r>
      <w:r w:rsidRPr="001B7F71">
        <w:rPr>
          <w:rFonts w:asciiTheme="majorHAnsi" w:hAnsiTheme="majorHAnsi" w:cstheme="majorHAnsi"/>
          <w:i/>
          <w:iCs/>
        </w:rPr>
        <w:t>Svane</w:t>
      </w:r>
      <w:r w:rsidR="00273C05" w:rsidRPr="001B7F71">
        <w:rPr>
          <w:rFonts w:asciiTheme="majorHAnsi" w:hAnsiTheme="majorHAnsi" w:cstheme="majorHAnsi"/>
          <w:i/>
          <w:iCs/>
        </w:rPr>
        <w:t>mærket</w:t>
      </w:r>
      <w:r w:rsidRPr="001B7F71">
        <w:rPr>
          <w:rFonts w:asciiTheme="majorHAnsi" w:hAnsiTheme="majorHAnsi" w:cstheme="majorHAnsi"/>
          <w:i/>
          <w:iCs/>
        </w:rPr>
        <w:t>s krav.</w:t>
      </w:r>
      <w:r w:rsidRPr="001B7F71">
        <w:rPr>
          <w:rStyle w:val="normaltextrun"/>
          <w:rFonts w:ascii="Calibri Light" w:hAnsi="Calibri Light" w:cs="Calibri Light"/>
          <w:i/>
          <w:iCs/>
          <w:color w:val="000000"/>
          <w:shd w:val="clear" w:color="auto" w:fill="FFFFFF"/>
        </w:rPr>
        <w:t> </w:t>
      </w:r>
      <w:r w:rsidR="007600CC" w:rsidRPr="001B7F71">
        <w:rPr>
          <w:rFonts w:asciiTheme="majorHAnsi" w:hAnsiTheme="majorHAnsi" w:cstheme="majorHAnsi"/>
          <w:i/>
          <w:iCs/>
        </w:rPr>
        <w:t xml:space="preserve">Teksten under overskriften </w:t>
      </w:r>
      <w:r w:rsidR="007600CC" w:rsidRPr="001B7F71">
        <w:rPr>
          <w:rFonts w:asciiTheme="majorHAnsi" w:hAnsiTheme="majorHAnsi" w:cstheme="majorHAnsi"/>
          <w:b/>
          <w:bCs/>
          <w:i/>
          <w:iCs/>
          <w:u w:val="single"/>
        </w:rPr>
        <w:t>"Krav"</w:t>
      </w:r>
      <w:r w:rsidR="007600CC" w:rsidRPr="001B7F71">
        <w:rPr>
          <w:rFonts w:asciiTheme="majorHAnsi" w:hAnsiTheme="majorHAnsi" w:cstheme="majorHAnsi"/>
          <w:i/>
          <w:iCs/>
        </w:rPr>
        <w:t xml:space="preserve"> er taget fra Svane</w:t>
      </w:r>
      <w:r w:rsidR="00273C05" w:rsidRPr="001B7F71">
        <w:rPr>
          <w:rFonts w:asciiTheme="majorHAnsi" w:hAnsiTheme="majorHAnsi" w:cstheme="majorHAnsi"/>
          <w:i/>
          <w:iCs/>
        </w:rPr>
        <w:t>mærket</w:t>
      </w:r>
      <w:r w:rsidR="007600CC" w:rsidRPr="001B7F71">
        <w:rPr>
          <w:rFonts w:asciiTheme="majorHAnsi" w:hAnsiTheme="majorHAnsi" w:cstheme="majorHAnsi"/>
          <w:i/>
          <w:iCs/>
        </w:rPr>
        <w:t>s kriterier, og bør ikke ændres.</w:t>
      </w:r>
    </w:p>
    <w:p w14:paraId="3C5F3864" w14:textId="797E94FE" w:rsidR="009B310F" w:rsidRPr="001B7F71" w:rsidRDefault="000B37E0" w:rsidP="007600CC">
      <w:pPr>
        <w:spacing w:after="0"/>
        <w:rPr>
          <w:rFonts w:asciiTheme="majorHAnsi" w:hAnsiTheme="majorHAnsi" w:cstheme="majorHAnsi"/>
          <w:i/>
          <w:iCs/>
        </w:rPr>
      </w:pPr>
      <w:r w:rsidRPr="001B7F71">
        <w:rPr>
          <w:rStyle w:val="normaltextrun"/>
          <w:rFonts w:ascii="Calibri Light" w:hAnsi="Calibri Light" w:cs="Calibri Light"/>
          <w:i/>
          <w:iCs/>
          <w:color w:val="000000"/>
          <w:shd w:val="clear" w:color="auto" w:fill="FFFFFF"/>
        </w:rPr>
        <w:t>Denne og ovenstående tekstlinjer bør slettes, før rutinen laves færdig.</w:t>
      </w:r>
    </w:p>
    <w:tbl>
      <w:tblPr>
        <w:tblStyle w:val="Tabel-Gitter"/>
        <w:tblW w:w="9634" w:type="dxa"/>
        <w:tblInd w:w="0" w:type="dxa"/>
        <w:tblLook w:val="04A0" w:firstRow="1" w:lastRow="0" w:firstColumn="1" w:lastColumn="0" w:noHBand="0" w:noVBand="1"/>
      </w:tblPr>
      <w:tblGrid>
        <w:gridCol w:w="4605"/>
        <w:gridCol w:w="5029"/>
      </w:tblGrid>
      <w:tr w:rsidR="009B310F" w:rsidRPr="001B7F71" w14:paraId="7E69AE4A" w14:textId="77777777" w:rsidTr="00273C05">
        <w:trPr>
          <w:trHeight w:val="70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2F98" w14:textId="77777777" w:rsidR="009B310F" w:rsidRPr="001B7F71" w:rsidRDefault="009B310F">
            <w:pPr>
              <w:rPr>
                <w:rFonts w:ascii="Calibri Light" w:hAnsi="Calibri Light" w:cs="Calibri Light"/>
              </w:rPr>
            </w:pPr>
            <w:r w:rsidRPr="001B7F71">
              <w:rPr>
                <w:rFonts w:ascii="Calibri Light" w:hAnsi="Calibri Light" w:cs="Calibri Light"/>
              </w:rPr>
              <w:t>Krav</w:t>
            </w:r>
          </w:p>
          <w:p w14:paraId="114596D7" w14:textId="0AA13263" w:rsidR="009B310F" w:rsidRPr="001B7F71" w:rsidRDefault="00F95F58">
            <w:pPr>
              <w:rPr>
                <w:rFonts w:ascii="Calibri Light" w:hAnsi="Calibri Light" w:cs="Calibri Light"/>
                <w:b/>
                <w:bCs/>
              </w:rPr>
            </w:pPr>
            <w:r w:rsidRPr="001B7F71">
              <w:rPr>
                <w:rFonts w:ascii="Calibri Light" w:hAnsi="Calibri Light" w:cs="Calibri Light"/>
                <w:b/>
                <w:bCs/>
              </w:rPr>
              <w:t>Ændringer og uforudsete hændelser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678F" w14:textId="73710DE0" w:rsidR="009B310F" w:rsidRPr="001B7F71" w:rsidRDefault="007600CC">
            <w:r w:rsidRPr="001B7F71">
              <w:t>Firma</w:t>
            </w:r>
          </w:p>
        </w:tc>
      </w:tr>
      <w:tr w:rsidR="009B310F" w:rsidRPr="001B7F71" w14:paraId="708C7D1E" w14:textId="77777777" w:rsidTr="00273C05">
        <w:trPr>
          <w:trHeight w:val="71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48D1" w14:textId="36000CC5" w:rsidR="009B310F" w:rsidRPr="001B7F71" w:rsidRDefault="007600CC">
            <w:r w:rsidRPr="001B7F71">
              <w:t>Oprettet af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3E30" w14:textId="65E7E167" w:rsidR="009B310F" w:rsidRPr="001B7F71" w:rsidRDefault="009B310F">
            <w:r w:rsidRPr="001B7F71">
              <w:rPr>
                <w:rFonts w:ascii="Calibri Light" w:hAnsi="Calibri Light" w:cs="Calibri Light"/>
              </w:rPr>
              <w:t>D</w:t>
            </w:r>
            <w:r w:rsidR="007600CC" w:rsidRPr="001B7F71">
              <w:rPr>
                <w:rFonts w:ascii="Calibri Light" w:hAnsi="Calibri Light" w:cs="Calibri Light"/>
              </w:rPr>
              <w:t>ato</w:t>
            </w:r>
          </w:p>
        </w:tc>
      </w:tr>
    </w:tbl>
    <w:p w14:paraId="7B08BDDA" w14:textId="77777777" w:rsidR="00372866" w:rsidRPr="001B7F71" w:rsidRDefault="00372866" w:rsidP="009B310F">
      <w:pP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</w:pPr>
    </w:p>
    <w:p w14:paraId="74C3234F" w14:textId="5EB9052F" w:rsidR="009B310F" w:rsidRPr="001B7F71" w:rsidRDefault="009B310F" w:rsidP="009B310F">
      <w:pPr>
        <w:rPr>
          <w:rFonts w:ascii="Calibri Light" w:hAnsi="Calibri Light" w:cs="Calibri Light"/>
          <w:b/>
          <w:bCs/>
          <w:u w:val="single"/>
        </w:rPr>
      </w:pPr>
      <w:r w:rsidRPr="001B7F71">
        <w:rPr>
          <w:rFonts w:ascii="Calibri Light" w:hAnsi="Calibri Light" w:cs="Calibri Light"/>
          <w:b/>
          <w:bCs/>
          <w:u w:val="single"/>
        </w:rPr>
        <w:t>Krav</w:t>
      </w:r>
    </w:p>
    <w:p w14:paraId="1036AA6D" w14:textId="07669BC7" w:rsidR="009B310F" w:rsidRPr="001B7F71" w:rsidRDefault="00F95F58" w:rsidP="009B310F">
      <w:r w:rsidRPr="001B7F71">
        <w:rPr>
          <w:rFonts w:ascii="Calibri Light" w:hAnsi="Calibri Light" w:cs="Calibri Light"/>
        </w:rPr>
        <w:t xml:space="preserve">Planlagte ændringer, </w:t>
      </w:r>
      <w:r w:rsidR="00273C05" w:rsidRPr="001B7F71">
        <w:rPr>
          <w:rFonts w:ascii="Calibri Light" w:hAnsi="Calibri Light" w:cs="Calibri Light"/>
        </w:rPr>
        <w:t>f.eks.</w:t>
      </w:r>
      <w:r w:rsidRPr="001B7F71">
        <w:rPr>
          <w:rFonts w:ascii="Calibri Light" w:hAnsi="Calibri Light" w:cs="Calibri Light"/>
        </w:rPr>
        <w:t xml:space="preserve"> udskiftning af kemikalieleverandør, som påvirker Svanemærkets krav, skal godkendes af Nordisk Miljømærkning. Den ansvarlige person har ansvaret for at indrapportere de uforudsete afvigelser, som påvirker Svanemærket</w:t>
      </w:r>
      <w:r w:rsidR="00273C05" w:rsidRPr="001B7F71">
        <w:rPr>
          <w:rFonts w:ascii="Calibri Light" w:hAnsi="Calibri Light" w:cs="Calibri Light"/>
        </w:rPr>
        <w:t>s</w:t>
      </w:r>
      <w:r w:rsidRPr="001B7F71">
        <w:rPr>
          <w:rFonts w:ascii="Calibri Light" w:hAnsi="Calibri Light" w:cs="Calibri Light"/>
        </w:rPr>
        <w:t xml:space="preserve"> krav, skriftligt til Miljømærkning Danmark</w:t>
      </w:r>
      <w:r w:rsidRPr="001B7F71">
        <w:t>.</w:t>
      </w:r>
    </w:p>
    <w:p w14:paraId="37244B64" w14:textId="62C665E6" w:rsidR="005F559C" w:rsidRPr="001B7F71" w:rsidRDefault="00273C05" w:rsidP="005F559C">
      <w:pPr>
        <w:rPr>
          <w:rFonts w:ascii="Calibri Light" w:hAnsi="Calibri Light" w:cs="Calibri Light"/>
          <w:b/>
          <w:bCs/>
          <w:u w:val="single"/>
        </w:rPr>
      </w:pPr>
      <w:r w:rsidRPr="001B7F71">
        <w:rPr>
          <w:rFonts w:ascii="Calibri Light" w:hAnsi="Calibri Light" w:cs="Calibri Light"/>
          <w:b/>
          <w:bCs/>
          <w:u w:val="single"/>
        </w:rPr>
        <w:t>Beskrivelse</w:t>
      </w:r>
    </w:p>
    <w:p w14:paraId="77B182E0" w14:textId="51417699" w:rsidR="005F559C" w:rsidRPr="001B7F71" w:rsidRDefault="005F559C" w:rsidP="005F559C">
      <w:pPr>
        <w:rPr>
          <w:rStyle w:val="normaltextrun"/>
          <w:rFonts w:ascii="Calibri Light" w:hAnsi="Calibri Light" w:cs="Calibri Light"/>
          <w:color w:val="000000"/>
          <w:shd w:val="clear" w:color="auto" w:fill="FFFFFF"/>
        </w:rPr>
      </w:pPr>
      <w:r w:rsidRPr="001B7F71">
        <w:rPr>
          <w:rStyle w:val="normaltextrun"/>
          <w:rFonts w:ascii="Calibri Light" w:hAnsi="Calibri Light" w:cs="Calibri Light"/>
          <w:color w:val="000000"/>
          <w:shd w:val="clear" w:color="auto" w:fill="FFFFFF"/>
        </w:rPr>
        <w:t>Det skal sikre</w:t>
      </w:r>
      <w:r w:rsidR="00273C05" w:rsidRPr="001B7F71">
        <w:rPr>
          <w:rStyle w:val="normaltextrun"/>
          <w:rFonts w:ascii="Calibri Light" w:hAnsi="Calibri Light" w:cs="Calibri Light"/>
          <w:color w:val="000000"/>
          <w:shd w:val="clear" w:color="auto" w:fill="FFFFFF"/>
        </w:rPr>
        <w:t>s</w:t>
      </w:r>
      <w:r w:rsidRPr="001B7F71">
        <w:rPr>
          <w:rStyle w:val="normaltextrun"/>
          <w:rFonts w:ascii="Calibri Light" w:hAnsi="Calibri Light" w:cs="Calibri Light"/>
          <w:color w:val="000000"/>
          <w:shd w:val="clear" w:color="auto" w:fill="FFFFFF"/>
        </w:rPr>
        <w:t>, at virksomheden har et kvalitetsstyringssystem med rutiner</w:t>
      </w:r>
      <w:r w:rsidR="00273C05" w:rsidRPr="001B7F71">
        <w:rPr>
          <w:rStyle w:val="normaltextrun"/>
          <w:rFonts w:ascii="Calibri Light" w:hAnsi="Calibri Light" w:cs="Calibri Light"/>
          <w:color w:val="000000"/>
          <w:shd w:val="clear" w:color="auto" w:fill="FFFFFF"/>
        </w:rPr>
        <w:t>,</w:t>
      </w:r>
      <w:r w:rsidRPr="001B7F71">
        <w:rPr>
          <w:rStyle w:val="normaltextrun"/>
          <w:rFonts w:ascii="Calibri Light" w:hAnsi="Calibri Light" w:cs="Calibri Light"/>
          <w:color w:val="000000"/>
          <w:shd w:val="clear" w:color="auto" w:fill="FFFFFF"/>
        </w:rPr>
        <w:t xml:space="preserve"> så det rapporteres til</w:t>
      </w:r>
      <w:r w:rsidR="00273C05" w:rsidRPr="001B7F71">
        <w:rPr>
          <w:rStyle w:val="normaltextrun"/>
          <w:rFonts w:ascii="Calibri Light" w:hAnsi="Calibri Light" w:cs="Calibri Light"/>
          <w:color w:val="000000"/>
          <w:shd w:val="clear" w:color="auto" w:fill="FFFFFF"/>
        </w:rPr>
        <w:t xml:space="preserve"> M</w:t>
      </w:r>
      <w:r w:rsidRPr="001B7F71">
        <w:rPr>
          <w:rStyle w:val="normaltextrun"/>
          <w:rFonts w:ascii="Calibri Light" w:hAnsi="Calibri Light" w:cs="Calibri Light"/>
          <w:color w:val="000000"/>
          <w:shd w:val="clear" w:color="auto" w:fill="FFFFFF"/>
        </w:rPr>
        <w:t>iljømærkning Danmark</w:t>
      </w:r>
      <w:r w:rsidR="00273C05" w:rsidRPr="001B7F71">
        <w:rPr>
          <w:rStyle w:val="normaltextrun"/>
          <w:rFonts w:ascii="Calibri Light" w:hAnsi="Calibri Light" w:cs="Calibri Light"/>
          <w:color w:val="000000"/>
          <w:shd w:val="clear" w:color="auto" w:fill="FFFFFF"/>
        </w:rPr>
        <w:t>,</w:t>
      </w:r>
      <w:r w:rsidRPr="001B7F71">
        <w:rPr>
          <w:rStyle w:val="normaltextrun"/>
          <w:rFonts w:ascii="Calibri Light" w:hAnsi="Calibri Light" w:cs="Calibri Light"/>
          <w:color w:val="000000"/>
          <w:shd w:val="clear" w:color="auto" w:fill="FFFFFF"/>
        </w:rPr>
        <w:t xml:space="preserve"> hvis der er ændringer og uforudsete afvigelser. På denne måde sikres det samtidig, at Svane</w:t>
      </w:r>
      <w:r w:rsidR="00273C05" w:rsidRPr="001B7F71">
        <w:rPr>
          <w:rStyle w:val="normaltextrun"/>
          <w:rFonts w:ascii="Calibri Light" w:hAnsi="Calibri Light" w:cs="Calibri Light"/>
          <w:color w:val="000000"/>
          <w:shd w:val="clear" w:color="auto" w:fill="FFFFFF"/>
        </w:rPr>
        <w:t>mærket</w:t>
      </w:r>
      <w:r w:rsidRPr="001B7F71">
        <w:rPr>
          <w:rStyle w:val="normaltextrun"/>
          <w:rFonts w:ascii="Calibri Light" w:hAnsi="Calibri Light" w:cs="Calibri Light"/>
          <w:color w:val="000000"/>
          <w:shd w:val="clear" w:color="auto" w:fill="FFFFFF"/>
        </w:rPr>
        <w:t>s krav altid overholdes.</w:t>
      </w:r>
    </w:p>
    <w:p w14:paraId="11EFD749" w14:textId="77777777" w:rsidR="005F559C" w:rsidRPr="001B7F71" w:rsidRDefault="005F559C" w:rsidP="005F559C">
      <w:pPr>
        <w:rPr>
          <w:rStyle w:val="normaltextrun"/>
          <w:rFonts w:ascii="Calibri Light" w:hAnsi="Calibri Light" w:cs="Calibri Light"/>
        </w:rPr>
      </w:pPr>
    </w:p>
    <w:p w14:paraId="3922C8A9" w14:textId="73F5B1B4" w:rsidR="005F559C" w:rsidRPr="001B7F71" w:rsidRDefault="005F559C" w:rsidP="005F559C">
      <w:pPr>
        <w:rPr>
          <w:rStyle w:val="normaltextrun"/>
          <w:rFonts w:ascii="Calibri Light" w:hAnsi="Calibri Light" w:cs="Calibri Light"/>
          <w:i/>
          <w:iCs/>
          <w:color w:val="FF0000"/>
          <w:shd w:val="clear" w:color="auto" w:fill="FFFFFF"/>
        </w:rPr>
      </w:pPr>
      <w:r w:rsidRPr="001B7F71">
        <w:rPr>
          <w:rStyle w:val="normaltextrun"/>
          <w:rFonts w:ascii="Calibri Light" w:hAnsi="Calibri Light" w:cs="Calibri Light"/>
          <w:i/>
          <w:iCs/>
          <w:color w:val="FF0000"/>
          <w:shd w:val="clear" w:color="auto" w:fill="FFFFFF"/>
        </w:rPr>
        <w:t>&lt;Skriv en rutine for hvordan I håndterer ændringer og uforudsete afvigelser&gt;</w:t>
      </w:r>
    </w:p>
    <w:p w14:paraId="43034923" w14:textId="77777777" w:rsidR="009B310F" w:rsidRPr="001B7F71" w:rsidRDefault="009B310F" w:rsidP="009B310F"/>
    <w:tbl>
      <w:tblPr>
        <w:tblStyle w:val="Tabel-Gitter"/>
        <w:tblW w:w="9639" w:type="dxa"/>
        <w:tblInd w:w="-5" w:type="dxa"/>
        <w:tblLook w:val="04A0" w:firstRow="1" w:lastRow="0" w:firstColumn="1" w:lastColumn="0" w:noHBand="0" w:noVBand="1"/>
      </w:tblPr>
      <w:tblGrid>
        <w:gridCol w:w="4530"/>
        <w:gridCol w:w="5109"/>
      </w:tblGrid>
      <w:tr w:rsidR="009B310F" w:rsidRPr="001B7F71" w14:paraId="088783AD" w14:textId="77777777" w:rsidTr="00273C05">
        <w:trPr>
          <w:trHeight w:val="796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99948" w14:textId="264DC170" w:rsidR="009B310F" w:rsidRPr="001B7F71" w:rsidRDefault="009B310F">
            <w:pPr>
              <w:rPr>
                <w:rFonts w:ascii="Calibri Light" w:hAnsi="Calibri Light" w:cs="Calibri Light"/>
                <w:b/>
                <w:bCs/>
              </w:rPr>
            </w:pPr>
            <w:r w:rsidRPr="001B7F71">
              <w:rPr>
                <w:rFonts w:ascii="Calibri Light" w:hAnsi="Calibri Light" w:cs="Calibri Light"/>
                <w:b/>
                <w:bCs/>
              </w:rPr>
              <w:t>An</w:t>
            </w:r>
            <w:r w:rsidR="00372866" w:rsidRPr="001B7F71">
              <w:rPr>
                <w:rFonts w:ascii="Calibri Light" w:hAnsi="Calibri Light" w:cs="Calibri Light"/>
                <w:b/>
                <w:bCs/>
              </w:rPr>
              <w:t>sva</w:t>
            </w:r>
            <w:r w:rsidR="00273C05" w:rsidRPr="001B7F71">
              <w:rPr>
                <w:rFonts w:ascii="Calibri Light" w:hAnsi="Calibri Light" w:cs="Calibri Light"/>
                <w:b/>
                <w:bCs/>
              </w:rPr>
              <w:t>r</w:t>
            </w:r>
            <w:r w:rsidR="00372866" w:rsidRPr="001B7F71">
              <w:rPr>
                <w:rFonts w:ascii="Calibri Light" w:hAnsi="Calibri Light" w:cs="Calibri Light"/>
                <w:b/>
                <w:bCs/>
              </w:rPr>
              <w:t>lig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A49A2" w14:textId="0DC1CBED" w:rsidR="009B310F" w:rsidRPr="001B7F71" w:rsidRDefault="00372866">
            <w:pPr>
              <w:rPr>
                <w:rFonts w:ascii="Calibri Light" w:hAnsi="Calibri Light" w:cs="Calibri Light"/>
                <w:b/>
                <w:bCs/>
              </w:rPr>
            </w:pPr>
            <w:r w:rsidRPr="001B7F71">
              <w:rPr>
                <w:rFonts w:ascii="Calibri Light" w:hAnsi="Calibri Light" w:cs="Calibri Light"/>
                <w:b/>
                <w:bCs/>
              </w:rPr>
              <w:t>Stilling/rolle</w:t>
            </w:r>
          </w:p>
        </w:tc>
      </w:tr>
    </w:tbl>
    <w:p w14:paraId="51D343B0" w14:textId="77777777" w:rsidR="009B310F" w:rsidRPr="001B7F71" w:rsidRDefault="009B310F" w:rsidP="009B310F">
      <w:pPr>
        <w:rPr>
          <w:rStyle w:val="normaltextrun"/>
          <w:color w:val="000000"/>
          <w:shd w:val="clear" w:color="auto" w:fill="FFFFFF"/>
          <w:lang w:val="sv-SE"/>
        </w:rPr>
      </w:pPr>
    </w:p>
    <w:p w14:paraId="16F81623" w14:textId="30D8877D" w:rsidR="006C22A4" w:rsidRPr="001B7F71" w:rsidRDefault="006C22A4" w:rsidP="006C22A4">
      <w:pPr>
        <w:pStyle w:val="Sidehoved"/>
        <w:rPr>
          <w:rFonts w:ascii="Core Sans NR 25 ExtraLt" w:hAnsi="Core Sans NR 25 ExtraLt"/>
          <w:color w:val="007398"/>
        </w:rPr>
      </w:pPr>
    </w:p>
    <w:p w14:paraId="4675ECBE" w14:textId="77777777" w:rsidR="00943AF0" w:rsidRPr="001B7F71" w:rsidRDefault="00943AF0" w:rsidP="00943AF0">
      <w:pPr>
        <w:rPr>
          <w:rFonts w:ascii="Core Sans NR 35 Light" w:hAnsi="Core Sans NR 35 Light"/>
        </w:rPr>
      </w:pPr>
    </w:p>
    <w:p w14:paraId="35081F6C" w14:textId="77777777" w:rsidR="002A2990" w:rsidRPr="001B7F71" w:rsidRDefault="002A2990" w:rsidP="002A2990">
      <w:pPr>
        <w:spacing w:after="0"/>
        <w:jc w:val="center"/>
        <w:rPr>
          <w:rFonts w:ascii="Core Sans NR 35 Light" w:hAnsi="Core Sans NR 35 Light"/>
          <w:b/>
        </w:rPr>
      </w:pPr>
    </w:p>
    <w:p w14:paraId="13AA4961" w14:textId="78850B17" w:rsidR="00943AF0" w:rsidRPr="001B7F71" w:rsidRDefault="00943AF0" w:rsidP="008D6EE8">
      <w:pPr>
        <w:rPr>
          <w:rFonts w:ascii="Core Sans NR 35 Light" w:hAnsi="Core Sans NR 35 Light"/>
          <w:b/>
          <w:u w:val="single"/>
        </w:rPr>
      </w:pPr>
    </w:p>
    <w:p w14:paraId="06CDCB3C" w14:textId="77777777" w:rsidR="00943AF0" w:rsidRPr="001B7F71" w:rsidRDefault="00943AF0">
      <w:pPr>
        <w:rPr>
          <w:rFonts w:ascii="Core Sans NR 35 Light" w:hAnsi="Core Sans NR 35 Light"/>
          <w:lang w:val="sv-SE"/>
        </w:rPr>
      </w:pPr>
    </w:p>
    <w:sectPr w:rsidR="00943AF0" w:rsidRPr="001B7F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7E08A" w14:textId="77777777" w:rsidR="009B310F" w:rsidRDefault="009B310F" w:rsidP="007B6F87">
      <w:pPr>
        <w:spacing w:after="0" w:line="240" w:lineRule="auto"/>
      </w:pPr>
      <w:r>
        <w:separator/>
      </w:r>
    </w:p>
  </w:endnote>
  <w:endnote w:type="continuationSeparator" w:id="0">
    <w:p w14:paraId="4EE23386" w14:textId="77777777" w:rsidR="009B310F" w:rsidRDefault="009B310F" w:rsidP="007B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e Sans NR 25 ExtraLt">
    <w:panose1 w:val="020F0203030302020204"/>
    <w:charset w:val="00"/>
    <w:family w:val="swiss"/>
    <w:notTrueType/>
    <w:pitch w:val="variable"/>
    <w:sig w:usb0="A00002EF" w:usb1="500078FB" w:usb2="00000000" w:usb3="00000000" w:csb0="0000009F" w:csb1="00000000"/>
  </w:font>
  <w:font w:name="Core Sans NR 35 Light">
    <w:panose1 w:val="020F0303030302020204"/>
    <w:charset w:val="00"/>
    <w:family w:val="swiss"/>
    <w:notTrueType/>
    <w:pitch w:val="variable"/>
    <w:sig w:usb0="A00002E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E7BFF" w14:textId="77777777" w:rsidR="008748A3" w:rsidRDefault="008748A3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A22E" w14:textId="77777777" w:rsidR="006C22A4" w:rsidRDefault="008748A3" w:rsidP="006C22A4">
    <w:pPr>
      <w:pStyle w:val="Sidefod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6E7681C" wp14:editId="2691EC4A">
          <wp:simplePos x="0" y="0"/>
          <wp:positionH relativeFrom="column">
            <wp:posOffset>-742950</wp:posOffset>
          </wp:positionH>
          <wp:positionV relativeFrom="paragraph">
            <wp:posOffset>236855</wp:posOffset>
          </wp:positionV>
          <wp:extent cx="7559675" cy="723900"/>
          <wp:effectExtent l="0" t="0" r="0" b="0"/>
          <wp:wrapThrough wrapText="bothSides">
            <wp:wrapPolygon edited="0">
              <wp:start x="2722" y="2842"/>
              <wp:lineTo x="2504" y="3979"/>
              <wp:lineTo x="2504" y="14779"/>
              <wp:lineTo x="14533" y="16484"/>
              <wp:lineTo x="17581" y="16484"/>
              <wp:lineTo x="20575" y="14779"/>
              <wp:lineTo x="20629" y="11937"/>
              <wp:lineTo x="17636" y="10232"/>
              <wp:lineTo x="8491" y="2842"/>
              <wp:lineTo x="2722" y="2842"/>
            </wp:wrapPolygon>
          </wp:wrapThrough>
          <wp:docPr id="4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foot_p1_DK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D5AA28" w14:textId="77777777" w:rsidR="006C22A4" w:rsidRDefault="006C22A4" w:rsidP="006C22A4">
    <w:pPr>
      <w:pStyle w:val="Sidefod"/>
    </w:pPr>
  </w:p>
  <w:p w14:paraId="67EDAC80" w14:textId="77777777" w:rsidR="007B6F87" w:rsidRDefault="007B6F87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7268E" w14:textId="77777777" w:rsidR="008748A3" w:rsidRDefault="008748A3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A6ABB" w14:textId="77777777" w:rsidR="009B310F" w:rsidRDefault="009B310F" w:rsidP="007B6F87">
      <w:pPr>
        <w:spacing w:after="0" w:line="240" w:lineRule="auto"/>
      </w:pPr>
      <w:r>
        <w:separator/>
      </w:r>
    </w:p>
  </w:footnote>
  <w:footnote w:type="continuationSeparator" w:id="0">
    <w:p w14:paraId="1839C5EE" w14:textId="77777777" w:rsidR="009B310F" w:rsidRDefault="009B310F" w:rsidP="007B6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E539C" w14:textId="77777777" w:rsidR="008748A3" w:rsidRDefault="008748A3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5200" w14:textId="77777777" w:rsidR="006C22A4" w:rsidRDefault="006C22A4" w:rsidP="006C22A4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E629F98" wp14:editId="78913D3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03600"/>
          <wp:effectExtent l="0" t="0" r="0" b="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B29E25" w14:textId="77777777" w:rsidR="007B6F87" w:rsidRPr="006C22A4" w:rsidRDefault="007B6F87" w:rsidP="006C22A4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BFE02" w14:textId="77777777" w:rsidR="008748A3" w:rsidRDefault="008748A3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04F4"/>
    <w:multiLevelType w:val="hybridMultilevel"/>
    <w:tmpl w:val="60C2915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BA19FC"/>
    <w:multiLevelType w:val="hybridMultilevel"/>
    <w:tmpl w:val="2CD8BD0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566F3"/>
    <w:multiLevelType w:val="hybridMultilevel"/>
    <w:tmpl w:val="6B46F930"/>
    <w:lvl w:ilvl="0" w:tplc="5A18A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05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03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9CA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0F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4A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86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2D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DA8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E9C1C38"/>
    <w:multiLevelType w:val="hybridMultilevel"/>
    <w:tmpl w:val="86947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278DF"/>
    <w:multiLevelType w:val="hybridMultilevel"/>
    <w:tmpl w:val="F828C0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A6E5C"/>
    <w:multiLevelType w:val="hybridMultilevel"/>
    <w:tmpl w:val="1884CAF6"/>
    <w:lvl w:ilvl="0" w:tplc="B554F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8E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AA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2A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63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7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DA5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E9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EB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2F228DF"/>
    <w:multiLevelType w:val="hybridMultilevel"/>
    <w:tmpl w:val="6B7CCE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8170A"/>
    <w:multiLevelType w:val="hybridMultilevel"/>
    <w:tmpl w:val="00C8435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8" w15:restartNumberingAfterBreak="0">
    <w:nsid w:val="7FD32709"/>
    <w:multiLevelType w:val="hybridMultilevel"/>
    <w:tmpl w:val="92369C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10F"/>
    <w:rsid w:val="000061DF"/>
    <w:rsid w:val="00007168"/>
    <w:rsid w:val="00057221"/>
    <w:rsid w:val="000B37E0"/>
    <w:rsid w:val="000E1301"/>
    <w:rsid w:val="0010179B"/>
    <w:rsid w:val="00131175"/>
    <w:rsid w:val="00164595"/>
    <w:rsid w:val="001B7F71"/>
    <w:rsid w:val="001C76F5"/>
    <w:rsid w:val="001E1A62"/>
    <w:rsid w:val="00201B7B"/>
    <w:rsid w:val="00250AF3"/>
    <w:rsid w:val="00266AC7"/>
    <w:rsid w:val="00266DB7"/>
    <w:rsid w:val="00273C05"/>
    <w:rsid w:val="00296538"/>
    <w:rsid w:val="002A2990"/>
    <w:rsid w:val="003341B7"/>
    <w:rsid w:val="00372866"/>
    <w:rsid w:val="003C4C63"/>
    <w:rsid w:val="003D4DAD"/>
    <w:rsid w:val="00467D5A"/>
    <w:rsid w:val="00483C66"/>
    <w:rsid w:val="00490B1B"/>
    <w:rsid w:val="0049299B"/>
    <w:rsid w:val="004B24A9"/>
    <w:rsid w:val="00511B3F"/>
    <w:rsid w:val="00534FAD"/>
    <w:rsid w:val="005744EA"/>
    <w:rsid w:val="00585B0A"/>
    <w:rsid w:val="005A458C"/>
    <w:rsid w:val="005F27C4"/>
    <w:rsid w:val="005F559C"/>
    <w:rsid w:val="00654124"/>
    <w:rsid w:val="0066751B"/>
    <w:rsid w:val="006A7809"/>
    <w:rsid w:val="006C22A4"/>
    <w:rsid w:val="00701D77"/>
    <w:rsid w:val="007600CC"/>
    <w:rsid w:val="007934F7"/>
    <w:rsid w:val="007B6F87"/>
    <w:rsid w:val="007C3AA4"/>
    <w:rsid w:val="00863E08"/>
    <w:rsid w:val="00873AEF"/>
    <w:rsid w:val="008748A3"/>
    <w:rsid w:val="00895C81"/>
    <w:rsid w:val="008D6EE8"/>
    <w:rsid w:val="00917EBA"/>
    <w:rsid w:val="00943AF0"/>
    <w:rsid w:val="00966012"/>
    <w:rsid w:val="009B310F"/>
    <w:rsid w:val="009B7819"/>
    <w:rsid w:val="009E7037"/>
    <w:rsid w:val="00A269B2"/>
    <w:rsid w:val="00A5350E"/>
    <w:rsid w:val="00A54B5D"/>
    <w:rsid w:val="00A72C61"/>
    <w:rsid w:val="00A831B7"/>
    <w:rsid w:val="00AE6015"/>
    <w:rsid w:val="00B30E3D"/>
    <w:rsid w:val="00B411F3"/>
    <w:rsid w:val="00B75862"/>
    <w:rsid w:val="00B828B7"/>
    <w:rsid w:val="00B84D24"/>
    <w:rsid w:val="00B85A89"/>
    <w:rsid w:val="00BC7DE0"/>
    <w:rsid w:val="00BE1991"/>
    <w:rsid w:val="00BE37CB"/>
    <w:rsid w:val="00C04F32"/>
    <w:rsid w:val="00C07FDC"/>
    <w:rsid w:val="00C54812"/>
    <w:rsid w:val="00C553F9"/>
    <w:rsid w:val="00C61C1F"/>
    <w:rsid w:val="00CC0A41"/>
    <w:rsid w:val="00CD518A"/>
    <w:rsid w:val="00CF51EA"/>
    <w:rsid w:val="00CF6149"/>
    <w:rsid w:val="00CF7C1B"/>
    <w:rsid w:val="00D20A66"/>
    <w:rsid w:val="00D82F39"/>
    <w:rsid w:val="00D93909"/>
    <w:rsid w:val="00DD2D1A"/>
    <w:rsid w:val="00E1650E"/>
    <w:rsid w:val="00E54909"/>
    <w:rsid w:val="00E644CC"/>
    <w:rsid w:val="00EB41BE"/>
    <w:rsid w:val="00F03D4D"/>
    <w:rsid w:val="00F34D8F"/>
    <w:rsid w:val="00F704D3"/>
    <w:rsid w:val="00F95F58"/>
    <w:rsid w:val="00FB65AE"/>
    <w:rsid w:val="00FC4DEC"/>
    <w:rsid w:val="00FD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1EAD"/>
  <w15:chartTrackingRefBased/>
  <w15:docId w15:val="{D40A7A08-D1DA-4892-8339-56E0ED1D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6F87"/>
  </w:style>
  <w:style w:type="paragraph" w:styleId="Sidefod">
    <w:name w:val="footer"/>
    <w:basedOn w:val="Normal"/>
    <w:link w:val="Sidefo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6F87"/>
  </w:style>
  <w:style w:type="paragraph" w:styleId="Listeafsnit">
    <w:name w:val="List Paragraph"/>
    <w:basedOn w:val="Normal"/>
    <w:uiPriority w:val="34"/>
    <w:qFormat/>
    <w:rsid w:val="00943AF0"/>
    <w:pPr>
      <w:spacing w:after="200" w:line="276" w:lineRule="auto"/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943AF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43A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ormaltextrun">
    <w:name w:val="normaltextrun"/>
    <w:basedOn w:val="Standardskrifttypeiafsnit"/>
    <w:rsid w:val="009B310F"/>
  </w:style>
  <w:style w:type="table" w:styleId="Tabel-Gitter">
    <w:name w:val="Table Grid"/>
    <w:basedOn w:val="Tabel-Normal"/>
    <w:uiPriority w:val="59"/>
    <w:rsid w:val="009B31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20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54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52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5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53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3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7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1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%20Skabeloner\Milj&#248;m&#230;rkning\MMD_Notat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MMD_Notat</Template>
  <TotalTime>8</TotalTime>
  <Pages>1</Pages>
  <Words>157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Ecolabel Danmark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Malene Nielsen</dc:creator>
  <cp:keywords/>
  <dc:description/>
  <cp:lastModifiedBy>Charlotte Wedel Friis</cp:lastModifiedBy>
  <cp:revision>4</cp:revision>
  <dcterms:created xsi:type="dcterms:W3CDTF">2022-02-17T22:12:00Z</dcterms:created>
  <dcterms:modified xsi:type="dcterms:W3CDTF">2022-03-07T07:44:00Z</dcterms:modified>
</cp:coreProperties>
</file>